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A6BF2-A059-4EEA-BA85-84DF35D1A938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